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FF" w:rsidRPr="004C63AD" w:rsidRDefault="004351FF" w:rsidP="004C63AD">
      <w:pPr>
        <w:spacing w:after="0" w:line="240" w:lineRule="auto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it-IT"/>
        </w:rPr>
      </w:pPr>
      <w:r w:rsidRPr="004C63AD">
        <w:rPr>
          <w:rFonts w:ascii="Times New Roman" w:hAnsi="Times New Roman"/>
          <w:b/>
          <w:bCs/>
          <w:kern w:val="36"/>
          <w:sz w:val="32"/>
          <w:szCs w:val="32"/>
          <w:lang w:eastAsia="it-IT"/>
        </w:rPr>
        <w:t>CIDIU CERCA PERSONALE PER UFFICIO COMUNICAZIONE</w:t>
      </w:r>
    </w:p>
    <w:p w:rsidR="004351FF" w:rsidRDefault="004351FF" w:rsidP="004C63AD">
      <w:pPr>
        <w:shd w:val="clear" w:color="auto" w:fill="FFFFFF"/>
        <w:spacing w:after="0" w:line="300" w:lineRule="atLeast"/>
        <w:rPr>
          <w:rFonts w:ascii="Times New Roman" w:hAnsi="Times New Roman"/>
          <w:b/>
          <w:sz w:val="24"/>
          <w:szCs w:val="24"/>
          <w:lang w:eastAsia="it-IT"/>
        </w:rPr>
      </w:pPr>
    </w:p>
    <w:p w:rsidR="004351FF" w:rsidRDefault="004351FF" w:rsidP="004C63AD">
      <w:pPr>
        <w:shd w:val="clear" w:color="auto" w:fill="FFFFFF"/>
        <w:spacing w:after="0" w:line="300" w:lineRule="atLeas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S</w:t>
      </w:r>
      <w:r w:rsidRPr="004C63AD">
        <w:rPr>
          <w:rFonts w:ascii="Times New Roman" w:hAnsi="Times New Roman"/>
          <w:b/>
          <w:sz w:val="24"/>
          <w:szCs w:val="24"/>
          <w:lang w:eastAsia="it-IT"/>
        </w:rPr>
        <w:t>ede di lavoro: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4C63AD">
        <w:rPr>
          <w:rFonts w:ascii="Times New Roman" w:hAnsi="Times New Roman"/>
          <w:sz w:val="24"/>
          <w:szCs w:val="24"/>
          <w:lang w:eastAsia="it-IT"/>
        </w:rPr>
        <w:t>Collegno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sz w:val="24"/>
          <w:szCs w:val="24"/>
          <w:lang w:eastAsia="it-IT"/>
        </w:rPr>
        <w:t>Scadenza iscrizioni:</w:t>
      </w:r>
      <w:r w:rsidRPr="004C63AD">
        <w:rPr>
          <w:rFonts w:ascii="Times New Roman" w:hAnsi="Times New Roman"/>
          <w:sz w:val="24"/>
          <w:szCs w:val="24"/>
          <w:lang w:eastAsia="it-IT"/>
        </w:rPr>
        <w:t> Venerdì 22 Febbraio 2019</w:t>
      </w:r>
      <w:r>
        <w:rPr>
          <w:rFonts w:ascii="Times New Roman" w:hAnsi="Times New Roman"/>
          <w:sz w:val="24"/>
          <w:szCs w:val="24"/>
          <w:lang w:eastAsia="it-IT"/>
        </w:rPr>
        <w:t xml:space="preserve"> ore 14.00</w:t>
      </w:r>
    </w:p>
    <w:p w:rsidR="004351FF" w:rsidRPr="004C63AD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CIDIU S.p.A. è un’azienda che opera nel </w:t>
      </w: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settore dei servizi ambientali</w:t>
      </w:r>
      <w:r w:rsidRPr="004C63AD">
        <w:rPr>
          <w:rFonts w:ascii="Times New Roman" w:hAnsi="Times New Roman"/>
          <w:sz w:val="24"/>
          <w:szCs w:val="24"/>
          <w:lang w:eastAsia="it-IT"/>
        </w:rPr>
        <w:t>, curando tutti gli aspetti della gestione del ciclo dei rifiuti: raccolta, trattamento, smaltimento, riciclo, recupero di energia, anche attraverso aziende controllate.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CIDIU</w:t>
      </w:r>
      <w:r w:rsidRPr="004C63AD">
        <w:rPr>
          <w:rFonts w:ascii="Times New Roman" w:hAnsi="Times New Roman"/>
          <w:sz w:val="24"/>
          <w:szCs w:val="24"/>
          <w:lang w:eastAsia="it-IT"/>
        </w:rPr>
        <w:t xml:space="preserve"> è alla ricerca di un collaboratore amministrativo – 5° livello CCNL Utilitalia (</w:t>
      </w:r>
      <w:r w:rsidRPr="004C63AD">
        <w:rPr>
          <w:rFonts w:ascii="Times New Roman" w:hAnsi="Times New Roman"/>
          <w:i/>
          <w:iCs/>
          <w:sz w:val="24"/>
          <w:szCs w:val="24"/>
          <w:lang w:eastAsia="it-IT"/>
        </w:rPr>
        <w:t>ricerca rivolta ad ambo i sessi</w:t>
      </w:r>
      <w:r w:rsidRPr="004C63AD">
        <w:rPr>
          <w:rFonts w:ascii="Times New Roman" w:hAnsi="Times New Roman"/>
          <w:sz w:val="24"/>
          <w:szCs w:val="24"/>
          <w:lang w:eastAsia="it-IT"/>
        </w:rPr>
        <w:t>).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sz w:val="24"/>
          <w:szCs w:val="24"/>
          <w:lang w:eastAsia="it-IT"/>
        </w:rPr>
        <w:t>Mansione:</w:t>
      </w:r>
      <w:r w:rsidRPr="004C63AD">
        <w:rPr>
          <w:rFonts w:ascii="Times New Roman" w:hAnsi="Times New Roman"/>
          <w:sz w:val="24"/>
          <w:szCs w:val="24"/>
          <w:lang w:eastAsia="it-IT"/>
        </w:rPr>
        <w:t> </w:t>
      </w:r>
      <w:r w:rsidRPr="004C63AD">
        <w:rPr>
          <w:rFonts w:ascii="Times New Roman" w:hAnsi="Times New Roman"/>
          <w:bCs/>
          <w:sz w:val="24"/>
          <w:szCs w:val="24"/>
          <w:lang w:eastAsia="it-IT"/>
        </w:rPr>
        <w:t>ufficio comunicazione del Gruppo CIDIU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sz w:val="24"/>
          <w:szCs w:val="24"/>
          <w:lang w:eastAsia="it-IT"/>
        </w:rPr>
        <w:t>Condizioni offerte</w:t>
      </w:r>
      <w:r w:rsidRPr="004C63AD">
        <w:rPr>
          <w:rFonts w:ascii="Times New Roman" w:hAnsi="Times New Roman"/>
          <w:sz w:val="24"/>
          <w:szCs w:val="24"/>
          <w:lang w:eastAsia="it-IT"/>
        </w:rPr>
        <w:t>: tempo determinato 12 mesi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sz w:val="24"/>
          <w:szCs w:val="24"/>
          <w:lang w:eastAsia="it-IT"/>
        </w:rPr>
        <w:t>Sede di lavoro:</w:t>
      </w:r>
      <w:r>
        <w:rPr>
          <w:rFonts w:ascii="Times New Roman" w:hAnsi="Times New Roman"/>
          <w:sz w:val="24"/>
          <w:szCs w:val="24"/>
          <w:lang w:eastAsia="it-IT"/>
        </w:rPr>
        <w:t> </w:t>
      </w:r>
      <w:r w:rsidRPr="004C63AD">
        <w:rPr>
          <w:rFonts w:ascii="Times New Roman" w:hAnsi="Times New Roman"/>
          <w:sz w:val="24"/>
          <w:szCs w:val="24"/>
          <w:lang w:eastAsia="it-IT"/>
        </w:rPr>
        <w:t>L’attività si svolgerà con sede presso la palazzina uffici in Via Torino, 9 a Collegno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sz w:val="24"/>
          <w:szCs w:val="24"/>
          <w:lang w:eastAsia="it-IT"/>
        </w:rPr>
        <w:t>Orario di lavoro</w:t>
      </w:r>
      <w:r>
        <w:rPr>
          <w:rFonts w:ascii="Times New Roman" w:hAnsi="Times New Roman"/>
          <w:sz w:val="24"/>
          <w:szCs w:val="24"/>
          <w:lang w:eastAsia="it-IT"/>
        </w:rPr>
        <w:t>:</w:t>
      </w:r>
      <w:r w:rsidRPr="004C63AD">
        <w:rPr>
          <w:rFonts w:ascii="Times New Roman" w:hAnsi="Times New Roman"/>
          <w:sz w:val="24"/>
          <w:szCs w:val="24"/>
          <w:lang w:eastAsia="it-IT"/>
        </w:rPr>
        <w:t>orario centrale 8,00 – 16,30 dal lunedì al giovedì e 8,00 – 14,</w:t>
      </w:r>
      <w:r>
        <w:rPr>
          <w:rFonts w:ascii="Times New Roman" w:hAnsi="Times New Roman"/>
          <w:sz w:val="24"/>
          <w:szCs w:val="24"/>
          <w:lang w:eastAsia="it-IT"/>
        </w:rPr>
        <w:t xml:space="preserve">30 il venerdì, con flessibilità </w:t>
      </w:r>
      <w:r w:rsidRPr="004C63AD">
        <w:rPr>
          <w:rFonts w:ascii="Times New Roman" w:hAnsi="Times New Roman"/>
          <w:sz w:val="24"/>
          <w:szCs w:val="24"/>
          <w:lang w:eastAsia="it-IT"/>
        </w:rPr>
        <w:t>in entrata e pausa mensa obbligatoria tra le ore 12,00 e le ore 14,00</w:t>
      </w: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4351FF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La risorsa si occuperà in particolare di:</w:t>
      </w:r>
    </w:p>
    <w:p w:rsidR="004351FF" w:rsidRPr="004C63AD" w:rsidRDefault="004351FF" w:rsidP="004C63A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Comunicazione esterna: materiale informativo sui servizi aziendali, campagne di sensibilizzazione e educazione ambientale, rapporti con le istituzioni locali e le associazioni, organizzazione eventi e visite ai siti aziendali, canali social</w:t>
      </w:r>
    </w:p>
    <w:p w:rsidR="004351FF" w:rsidRPr="004C63AD" w:rsidRDefault="004351FF" w:rsidP="004C63A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Comunicazione interna: eventi aziendali, giornale aziendale, Gestione siti web, Ufficio stampa, rassegna stampa, comunicati stampa, conferenze stampa, rapporti con i media</w:t>
      </w:r>
    </w:p>
    <w:p w:rsidR="004351FF" w:rsidRPr="004C63AD" w:rsidRDefault="004351FF" w:rsidP="004C63A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Monitoraggio soddisfazione utenti</w:t>
      </w:r>
    </w:p>
    <w:p w:rsidR="004351FF" w:rsidRDefault="004351FF" w:rsidP="004C63A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Gestione carta dei servizi</w:t>
      </w:r>
    </w:p>
    <w:p w:rsidR="004351FF" w:rsidRPr="004C63AD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4351FF" w:rsidRPr="004C63AD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I r</w:t>
      </w: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equisiti indispensabili</w:t>
      </w:r>
      <w:r w:rsidRPr="004C63AD">
        <w:rPr>
          <w:rFonts w:ascii="Times New Roman" w:hAnsi="Times New Roman"/>
          <w:sz w:val="24"/>
          <w:szCs w:val="24"/>
          <w:lang w:eastAsia="it-IT"/>
        </w:rPr>
        <w:t> per la partecipazione alla selezione sono i seguenti:</w:t>
      </w:r>
    </w:p>
    <w:p w:rsidR="004351FF" w:rsidRPr="004C63AD" w:rsidRDefault="004351FF" w:rsidP="004C63A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Essere in possesso di titolo di studio minimo di laurea triennale</w:t>
      </w:r>
    </w:p>
    <w:p w:rsidR="004351FF" w:rsidRPr="004C63AD" w:rsidRDefault="004351FF" w:rsidP="004C63A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Essere iscritto/a all’Ordine dei Giornalisti</w:t>
      </w:r>
    </w:p>
    <w:p w:rsidR="004351FF" w:rsidRPr="004C63AD" w:rsidRDefault="004351FF" w:rsidP="004C63A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Essere in possesso della patente di tipo B</w:t>
      </w:r>
    </w:p>
    <w:p w:rsidR="004351FF" w:rsidRPr="004C63AD" w:rsidRDefault="004351FF" w:rsidP="004C63A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Avere un’esperienza di almeno 3 anni in attività di comunicazione, classica e sui canali social, e ufficio stampa</w:t>
      </w:r>
    </w:p>
    <w:p w:rsidR="004351FF" w:rsidRPr="004C63AD" w:rsidRDefault="004351FF" w:rsidP="00C7281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Avere capacità nell’utilizzo dei principali software applicativi (pacchetto Office), internet, utilizzo della posta elettronica e dei più diffusi social media</w:t>
      </w:r>
      <w:r>
        <w:rPr>
          <w:rFonts w:ascii="Times New Roman" w:hAnsi="Times New Roman"/>
          <w:sz w:val="24"/>
          <w:szCs w:val="24"/>
          <w:lang w:eastAsia="it-IT"/>
        </w:rPr>
        <w:t>;</w:t>
      </w:r>
    </w:p>
    <w:p w:rsidR="004351FF" w:rsidRPr="004C63AD" w:rsidRDefault="004351FF" w:rsidP="00C7281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Avere capacità di lavoro in autonomia e in team</w:t>
      </w:r>
      <w:r>
        <w:rPr>
          <w:rFonts w:ascii="Times New Roman" w:hAnsi="Times New Roman"/>
          <w:sz w:val="24"/>
          <w:szCs w:val="24"/>
          <w:lang w:eastAsia="it-IT"/>
        </w:rPr>
        <w:t>;</w:t>
      </w:r>
    </w:p>
    <w:p w:rsidR="004351FF" w:rsidRDefault="004351FF" w:rsidP="00C7281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Avere l’idoneità fisica alla mansione (che verrà accertata in fase preassuntiva dal Medico competente aziendale)</w:t>
      </w:r>
      <w:r>
        <w:rPr>
          <w:rFonts w:ascii="Times New Roman" w:hAnsi="Times New Roman"/>
          <w:sz w:val="24"/>
          <w:szCs w:val="24"/>
          <w:lang w:eastAsia="it-IT"/>
        </w:rPr>
        <w:t>;</w:t>
      </w:r>
    </w:p>
    <w:p w:rsidR="004351FF" w:rsidRPr="004C63AD" w:rsidRDefault="004351FF" w:rsidP="00FA46C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Requisiti preferenziali: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4C63AD">
        <w:rPr>
          <w:rFonts w:ascii="Times New Roman" w:hAnsi="Times New Roman"/>
          <w:sz w:val="24"/>
          <w:szCs w:val="24"/>
          <w:lang w:eastAsia="it-IT"/>
        </w:rPr>
        <w:t>Avere lavorato in una o più aziende o Enti del settore ambientale (indicare quale/i)</w:t>
      </w:r>
    </w:p>
    <w:p w:rsidR="004351FF" w:rsidRPr="004C63AD" w:rsidRDefault="004351FF" w:rsidP="00FA46C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  </w:t>
      </w: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Selezione: </w:t>
      </w:r>
      <w:r w:rsidRPr="004C63AD">
        <w:rPr>
          <w:rFonts w:ascii="Times New Roman" w:hAnsi="Times New Roman"/>
          <w:sz w:val="24"/>
          <w:szCs w:val="24"/>
          <w:lang w:eastAsia="it-IT"/>
        </w:rPr>
        <w:t>i candidati e le candidate dovranno sostenere un colloquio individuale, una prova scritta attitudinale e una al PC che consisteranno in:</w:t>
      </w:r>
    </w:p>
    <w:p w:rsidR="004351FF" w:rsidRPr="004C63AD" w:rsidRDefault="004351FF" w:rsidP="00C7281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PROVA SCRITTA: compilazione di un questionario a risposte miste, chiuse e aperte</w:t>
      </w:r>
    </w:p>
    <w:p w:rsidR="004351FF" w:rsidRDefault="004351FF" w:rsidP="00C7281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PROVA AL PC: stesura di un testo, contenente immagini, con l’utilizzo del software Word e conversione in PDF, Creazione di una breve presentazione (2-3 slide) con l’utilizzo del software PowerPoint e conversione in PDF, Creazione di un’email con allegati i file PDF suddetti, Creazione di un post per l’inserimento su Facebook e LinkedIn</w:t>
      </w:r>
      <w:r>
        <w:rPr>
          <w:rFonts w:ascii="Times New Roman" w:hAnsi="Times New Roman"/>
          <w:sz w:val="24"/>
          <w:szCs w:val="24"/>
          <w:lang w:eastAsia="it-IT"/>
        </w:rPr>
        <w:t>.</w:t>
      </w:r>
    </w:p>
    <w:p w:rsidR="004351FF" w:rsidRPr="004C63AD" w:rsidRDefault="004351FF" w:rsidP="004C63A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sz w:val="24"/>
          <w:szCs w:val="24"/>
          <w:lang w:eastAsia="it-IT"/>
        </w:rPr>
        <w:t>Al termine delle prove verrà redatta una </w:t>
      </w: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graduatoria</w:t>
      </w:r>
      <w:r w:rsidRPr="004C63AD">
        <w:rPr>
          <w:rFonts w:ascii="Times New Roman" w:hAnsi="Times New Roman"/>
          <w:sz w:val="24"/>
          <w:szCs w:val="24"/>
          <w:lang w:eastAsia="it-IT"/>
        </w:rPr>
        <w:t>, che sarà ritenuta valida per la durata di anni due.</w:t>
      </w:r>
    </w:p>
    <w:p w:rsidR="004351FF" w:rsidRPr="004C63AD" w:rsidRDefault="004351FF" w:rsidP="00FA46C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Info</w:t>
      </w:r>
      <w:r>
        <w:rPr>
          <w:rFonts w:ascii="Times New Roman" w:hAnsi="Times New Roman"/>
          <w:b/>
          <w:bCs/>
          <w:sz w:val="24"/>
          <w:szCs w:val="24"/>
          <w:lang w:eastAsia="it-IT"/>
        </w:rPr>
        <w:t xml:space="preserve">: </w:t>
      </w:r>
      <w:r w:rsidRPr="004C63AD">
        <w:rPr>
          <w:rFonts w:ascii="Times New Roman" w:hAnsi="Times New Roman"/>
          <w:b/>
          <w:bCs/>
          <w:sz w:val="24"/>
          <w:szCs w:val="24"/>
          <w:lang w:eastAsia="it-IT"/>
        </w:rPr>
        <w:t>Cidiu SPA - società per l'ambiente</w:t>
      </w:r>
      <w:r w:rsidRPr="004C63AD">
        <w:rPr>
          <w:rFonts w:ascii="Times New Roman" w:hAnsi="Times New Roman"/>
          <w:sz w:val="24"/>
          <w:szCs w:val="24"/>
          <w:lang w:eastAsia="it-IT"/>
        </w:rPr>
        <w:br/>
        <w:t>via Torino 9 - Collegno (TO)</w:t>
      </w:r>
      <w:r w:rsidRPr="004C63AD">
        <w:rPr>
          <w:rFonts w:ascii="Times New Roman" w:hAnsi="Times New Roman"/>
          <w:sz w:val="24"/>
          <w:szCs w:val="24"/>
          <w:lang w:eastAsia="it-IT"/>
        </w:rPr>
        <w:br/>
        <w:t> 011 4028111</w:t>
      </w:r>
      <w:r w:rsidRPr="004C63AD">
        <w:rPr>
          <w:rFonts w:ascii="Times New Roman" w:hAnsi="Times New Roman"/>
          <w:sz w:val="24"/>
          <w:szCs w:val="24"/>
          <w:lang w:eastAsia="it-IT"/>
        </w:rPr>
        <w:br/>
      </w:r>
      <w:hyperlink r:id="rId5" w:history="1">
        <w:r w:rsidRPr="004C63AD">
          <w:rPr>
            <w:rFonts w:ascii="Times New Roman" w:hAnsi="Times New Roman"/>
            <w:sz w:val="24"/>
            <w:szCs w:val="24"/>
            <w:lang w:eastAsia="it-IT"/>
          </w:rPr>
          <w:t>info@cidiu.to.it</w:t>
        </w:r>
      </w:hyperlink>
      <w:r>
        <w:t xml:space="preserve"> / </w:t>
      </w:r>
      <w:hyperlink r:id="rId6" w:history="1">
        <w:r w:rsidRPr="004C63AD">
          <w:rPr>
            <w:rFonts w:ascii="Times New Roman" w:hAnsi="Times New Roman"/>
            <w:sz w:val="24"/>
            <w:szCs w:val="24"/>
            <w:lang w:eastAsia="it-IT"/>
          </w:rPr>
          <w:t>gruppocidiu@postecert.it</w:t>
        </w:r>
      </w:hyperlink>
      <w:r>
        <w:t xml:space="preserve"> / </w:t>
      </w:r>
      <w:hyperlink r:id="rId7" w:history="1">
        <w:r w:rsidRPr="004C63AD">
          <w:rPr>
            <w:rFonts w:ascii="Times New Roman" w:hAnsi="Times New Roman"/>
            <w:sz w:val="24"/>
            <w:szCs w:val="24"/>
            <w:lang w:eastAsia="it-IT"/>
          </w:rPr>
          <w:t>www.cidiu.to.it</w:t>
        </w:r>
      </w:hyperlink>
    </w:p>
    <w:p w:rsidR="004351FF" w:rsidRPr="004C63AD" w:rsidRDefault="004351FF" w:rsidP="00BE3F21">
      <w:pPr>
        <w:rPr>
          <w:rFonts w:ascii="Times New Roman" w:hAnsi="Times New Roman"/>
          <w:sz w:val="24"/>
          <w:szCs w:val="24"/>
        </w:rPr>
      </w:pPr>
    </w:p>
    <w:sectPr w:rsidR="004351FF" w:rsidRPr="004C63AD" w:rsidSect="00FC3A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DED"/>
    <w:multiLevelType w:val="multilevel"/>
    <w:tmpl w:val="71487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20499A"/>
    <w:multiLevelType w:val="multilevel"/>
    <w:tmpl w:val="A254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97466C"/>
    <w:multiLevelType w:val="multilevel"/>
    <w:tmpl w:val="A790E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2D4EA2"/>
    <w:multiLevelType w:val="multilevel"/>
    <w:tmpl w:val="A8FA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3AD"/>
    <w:rsid w:val="001040E6"/>
    <w:rsid w:val="003B68A1"/>
    <w:rsid w:val="004351FF"/>
    <w:rsid w:val="004C63AD"/>
    <w:rsid w:val="00AA0CEB"/>
    <w:rsid w:val="00BE3F21"/>
    <w:rsid w:val="00C14399"/>
    <w:rsid w:val="00C7281C"/>
    <w:rsid w:val="00D7558E"/>
    <w:rsid w:val="00FA46C4"/>
    <w:rsid w:val="00FC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A8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E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87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5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75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875139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87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875106">
                                      <w:marLeft w:val="0"/>
                                      <w:marRight w:val="0"/>
                                      <w:marTop w:val="15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75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5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9875107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7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987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75112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75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987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87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87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87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875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875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875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875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875117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87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9875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9875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875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9875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9875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87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875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9875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875131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875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9875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idiu.to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uppocidiu@postecert.it" TargetMode="External"/><Relationship Id="rId5" Type="http://schemas.openxmlformats.org/officeDocument/2006/relationships/hyperlink" Target="mailto:info@cidiu.to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465</Words>
  <Characters>2653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Ranaudo Ilaria</dc:creator>
  <cp:keywords/>
  <dc:description/>
  <cp:lastModifiedBy>equal</cp:lastModifiedBy>
  <cp:revision>4</cp:revision>
  <cp:lastPrinted>2019-01-21T08:58:00Z</cp:lastPrinted>
  <dcterms:created xsi:type="dcterms:W3CDTF">2019-01-21T08:37:00Z</dcterms:created>
  <dcterms:modified xsi:type="dcterms:W3CDTF">2019-01-23T10:37:00Z</dcterms:modified>
</cp:coreProperties>
</file>